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B661F" w14:textId="5D2AFA16" w:rsidR="00EF58B3" w:rsidRPr="003F1481" w:rsidRDefault="00EF58B3" w:rsidP="00EF58B3">
      <w:pPr>
        <w:pStyle w:val="Tekstpodstawowy2"/>
        <w:keepNext/>
        <w:tabs>
          <w:tab w:val="left" w:pos="4678"/>
        </w:tabs>
        <w:jc w:val="right"/>
        <w:rPr>
          <w:rFonts w:ascii="Arial" w:hAnsi="Arial" w:cs="Arial"/>
          <w:kern w:val="22"/>
          <w:sz w:val="16"/>
          <w:szCs w:val="16"/>
        </w:rPr>
      </w:pPr>
      <w:r w:rsidRPr="003F1481">
        <w:rPr>
          <w:rFonts w:ascii="Arial" w:hAnsi="Arial" w:cs="Arial"/>
          <w:kern w:val="22"/>
          <w:szCs w:val="16"/>
        </w:rPr>
        <w:t>Załącznik nr 03.1</w:t>
      </w:r>
      <w:r>
        <w:rPr>
          <w:rFonts w:ascii="Arial" w:hAnsi="Arial" w:cs="Arial"/>
          <w:kern w:val="22"/>
          <w:szCs w:val="16"/>
        </w:rPr>
        <w:t>4</w:t>
      </w:r>
    </w:p>
    <w:p w14:paraId="489198FF" w14:textId="77777777" w:rsidR="00A356F9" w:rsidRPr="00416AE4" w:rsidRDefault="00A356F9" w:rsidP="00A356F9">
      <w:pPr>
        <w:keepNext/>
        <w:jc w:val="right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..............................., dnia _ _. _ _. _ _ _ _ r.</w:t>
      </w:r>
    </w:p>
    <w:p w14:paraId="14A73D17" w14:textId="77777777" w:rsidR="00A356F9" w:rsidRPr="00416AE4" w:rsidRDefault="00A356F9" w:rsidP="00A356F9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416AE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6EDF55A6" w14:textId="4EEBC02A" w:rsidR="00A356F9" w:rsidRPr="00416AE4" w:rsidRDefault="00B41C90" w:rsidP="00A356F9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>(pieczęć nagłówkowa</w:t>
      </w:r>
      <w:r w:rsidR="00A356F9" w:rsidRPr="00416AE4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08E5A749" w14:textId="77777777" w:rsidR="00A356F9" w:rsidRPr="00416AE4" w:rsidRDefault="00A356F9" w:rsidP="00A356F9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D4F573C" w14:textId="77777777" w:rsidR="00921816" w:rsidRPr="008E2EEE" w:rsidRDefault="00921816" w:rsidP="00921816">
      <w:pPr>
        <w:jc w:val="both"/>
        <w:rPr>
          <w:rFonts w:ascii="Arial" w:hAnsi="Arial" w:cs="Arial"/>
          <w:szCs w:val="22"/>
        </w:rPr>
      </w:pPr>
      <w:r w:rsidRPr="00CF0E39">
        <w:rPr>
          <w:rFonts w:ascii="Arial" w:hAnsi="Arial" w:cs="Arial"/>
          <w:szCs w:val="22"/>
        </w:rPr>
        <w:t xml:space="preserve">Nr rej.: </w:t>
      </w:r>
      <w:r>
        <w:rPr>
          <w:rFonts w:ascii="Arial" w:hAnsi="Arial" w:cs="Arial"/>
          <w:bCs/>
          <w:szCs w:val="22"/>
        </w:rPr>
        <w:t>…………………………………</w:t>
      </w:r>
    </w:p>
    <w:p w14:paraId="17D29016" w14:textId="77777777" w:rsidR="00A356F9" w:rsidRPr="00416AE4" w:rsidRDefault="00A356F9" w:rsidP="007A7DE7">
      <w:pPr>
        <w:keepNext/>
        <w:rPr>
          <w:rFonts w:ascii="Arial" w:hAnsi="Arial" w:cs="Arial"/>
          <w:snapToGrid w:val="0"/>
          <w:szCs w:val="22"/>
        </w:rPr>
      </w:pPr>
    </w:p>
    <w:p w14:paraId="03EE5611" w14:textId="77777777" w:rsidR="00A356F9" w:rsidRPr="00416AE4" w:rsidRDefault="00A356F9" w:rsidP="00A356F9">
      <w:pPr>
        <w:keepNext/>
        <w:tabs>
          <w:tab w:val="left" w:pos="3261"/>
        </w:tabs>
        <w:rPr>
          <w:rFonts w:ascii="Arial" w:hAnsi="Arial" w:cs="Arial"/>
          <w:snapToGrid w:val="0"/>
          <w:szCs w:val="22"/>
        </w:rPr>
      </w:pPr>
      <w:r w:rsidRPr="00416AE4">
        <w:rPr>
          <w:rFonts w:ascii="Arial" w:hAnsi="Arial" w:cs="Arial"/>
          <w:snapToGrid w:val="0"/>
          <w:szCs w:val="22"/>
        </w:rPr>
        <w:t>Dotyczy nakazu/decyzji</w:t>
      </w:r>
      <w:r w:rsidRPr="00416AE4">
        <w:rPr>
          <w:rFonts w:ascii="Arial" w:hAnsi="Arial" w:cs="Arial"/>
          <w:snapToGrid w:val="0"/>
          <w:szCs w:val="22"/>
          <w:vertAlign w:val="superscript"/>
        </w:rPr>
        <w:t>(*)</w:t>
      </w:r>
      <w:r w:rsidRPr="00416AE4">
        <w:rPr>
          <w:rFonts w:ascii="Arial" w:hAnsi="Arial" w:cs="Arial"/>
          <w:snapToGrid w:val="0"/>
          <w:szCs w:val="22"/>
        </w:rPr>
        <w:t xml:space="preserve"> nr rej.: ………………………</w:t>
      </w:r>
    </w:p>
    <w:p w14:paraId="696874E2" w14:textId="77777777" w:rsidR="00A356F9" w:rsidRPr="00416AE4" w:rsidRDefault="00A356F9" w:rsidP="00A356F9">
      <w:pPr>
        <w:keepNext/>
        <w:jc w:val="right"/>
        <w:rPr>
          <w:rFonts w:ascii="Arial" w:hAnsi="Arial" w:cs="Arial"/>
          <w:szCs w:val="22"/>
        </w:rPr>
      </w:pPr>
    </w:p>
    <w:p w14:paraId="6758F078" w14:textId="77777777" w:rsidR="00A356F9" w:rsidRPr="00416AE4" w:rsidRDefault="00A356F9" w:rsidP="00A356F9">
      <w:pPr>
        <w:keepNext/>
        <w:jc w:val="right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......................................................................</w:t>
      </w:r>
    </w:p>
    <w:p w14:paraId="5A0E1AC9" w14:textId="77777777" w:rsidR="00A356F9" w:rsidRPr="00416AE4" w:rsidRDefault="00A356F9" w:rsidP="00A356F9">
      <w:pPr>
        <w:keepNext/>
        <w:jc w:val="right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......................................................................</w:t>
      </w:r>
    </w:p>
    <w:p w14:paraId="6A268023" w14:textId="77777777" w:rsidR="00A356F9" w:rsidRPr="00416AE4" w:rsidRDefault="00A356F9" w:rsidP="00A356F9">
      <w:pPr>
        <w:jc w:val="right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.............................</w:t>
      </w:r>
      <w:r w:rsidR="00C45194">
        <w:rPr>
          <w:rFonts w:ascii="Arial" w:hAnsi="Arial" w:cs="Arial"/>
          <w:szCs w:val="22"/>
        </w:rPr>
        <w:t>................................</w:t>
      </w:r>
      <w:r w:rsidRPr="00416AE4">
        <w:rPr>
          <w:rFonts w:ascii="Arial" w:hAnsi="Arial" w:cs="Arial"/>
          <w:szCs w:val="22"/>
        </w:rPr>
        <w:t>.........</w:t>
      </w:r>
    </w:p>
    <w:p w14:paraId="620EA6DD" w14:textId="77777777" w:rsidR="00A356F9" w:rsidRPr="00416AE4" w:rsidRDefault="00A356F9" w:rsidP="00A356F9">
      <w:pPr>
        <w:keepNext/>
        <w:jc w:val="both"/>
        <w:rPr>
          <w:rFonts w:ascii="Arial" w:hAnsi="Arial" w:cs="Arial"/>
          <w:szCs w:val="22"/>
        </w:rPr>
      </w:pPr>
    </w:p>
    <w:p w14:paraId="6724588E" w14:textId="77777777" w:rsidR="00A356F9" w:rsidRPr="00416AE4" w:rsidRDefault="00A356F9" w:rsidP="00A356F9">
      <w:pPr>
        <w:keepNext/>
        <w:jc w:val="both"/>
        <w:rPr>
          <w:rFonts w:ascii="Arial" w:hAnsi="Arial" w:cs="Arial"/>
          <w:szCs w:val="22"/>
        </w:rPr>
      </w:pPr>
    </w:p>
    <w:p w14:paraId="78662B7B" w14:textId="77777777" w:rsidR="00A356F9" w:rsidRPr="00416AE4" w:rsidRDefault="00A356F9" w:rsidP="00A356F9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0"/>
          <w:sz w:val="22"/>
          <w:szCs w:val="22"/>
        </w:rPr>
      </w:pPr>
      <w:r w:rsidRPr="00416AE4">
        <w:rPr>
          <w:rFonts w:ascii="Arial" w:hAnsi="Arial" w:cs="Arial"/>
          <w:spacing w:val="100"/>
          <w:kern w:val="0"/>
          <w:sz w:val="22"/>
          <w:szCs w:val="22"/>
        </w:rPr>
        <w:t>POSTANOWIENIE</w:t>
      </w:r>
    </w:p>
    <w:p w14:paraId="029EFD1B" w14:textId="77777777" w:rsidR="00A2574E" w:rsidRPr="00416AE4" w:rsidRDefault="00A2574E" w:rsidP="00A356F9">
      <w:pPr>
        <w:keepNext/>
        <w:jc w:val="both"/>
        <w:rPr>
          <w:rFonts w:ascii="Arial" w:hAnsi="Arial" w:cs="Arial"/>
          <w:szCs w:val="22"/>
        </w:rPr>
      </w:pPr>
    </w:p>
    <w:p w14:paraId="2860AC2F" w14:textId="77777777" w:rsidR="00A2574E" w:rsidRPr="00416AE4" w:rsidRDefault="00A2574E" w:rsidP="00A356F9">
      <w:pPr>
        <w:pStyle w:val="Tekstpodstawowywcity2"/>
        <w:keepNext/>
        <w:ind w:firstLine="567"/>
        <w:rPr>
          <w:rFonts w:ascii="Arial" w:hAnsi="Arial" w:cs="Arial"/>
          <w:szCs w:val="22"/>
        </w:rPr>
      </w:pPr>
    </w:p>
    <w:p w14:paraId="1FBA4379" w14:textId="77777777"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 xml:space="preserve">Na </w:t>
      </w:r>
      <w:r w:rsidR="0031249C">
        <w:rPr>
          <w:rFonts w:ascii="Arial" w:hAnsi="Arial" w:cs="Arial"/>
          <w:szCs w:val="22"/>
        </w:rPr>
        <w:t xml:space="preserve">podstawie </w:t>
      </w:r>
      <w:r w:rsidRPr="00416AE4">
        <w:rPr>
          <w:rFonts w:ascii="Arial" w:hAnsi="Arial" w:cs="Arial"/>
          <w:szCs w:val="22"/>
        </w:rPr>
        <w:t>art.</w:t>
      </w:r>
      <w:r w:rsidR="0055522B">
        <w:rPr>
          <w:rFonts w:ascii="Arial" w:hAnsi="Arial" w:cs="Arial"/>
          <w:szCs w:val="22"/>
        </w:rPr>
        <w:t xml:space="preserve"> </w:t>
      </w:r>
      <w:r w:rsidR="00253E10">
        <w:rPr>
          <w:rFonts w:ascii="Arial" w:hAnsi="Arial" w:cs="Arial"/>
          <w:szCs w:val="22"/>
        </w:rPr>
        <w:t>111</w:t>
      </w:r>
      <w:r w:rsidR="00F562DE">
        <w:rPr>
          <w:rFonts w:ascii="Arial" w:hAnsi="Arial" w:cs="Arial"/>
          <w:szCs w:val="22"/>
        </w:rPr>
        <w:t xml:space="preserve"> § </w:t>
      </w:r>
      <w:r w:rsidRPr="00416AE4">
        <w:rPr>
          <w:rFonts w:ascii="Arial" w:hAnsi="Arial" w:cs="Arial"/>
          <w:szCs w:val="22"/>
        </w:rPr>
        <w:t>1</w:t>
      </w:r>
      <w:r w:rsidR="00253E10">
        <w:rPr>
          <w:rFonts w:ascii="Arial" w:hAnsi="Arial" w:cs="Arial"/>
          <w:szCs w:val="22"/>
        </w:rPr>
        <w:t xml:space="preserve">/1a </w:t>
      </w:r>
      <w:r w:rsidR="00253E10" w:rsidRPr="00416AE4">
        <w:rPr>
          <w:rFonts w:ascii="Arial" w:hAnsi="Arial" w:cs="Arial"/>
          <w:snapToGrid w:val="0"/>
          <w:szCs w:val="22"/>
          <w:vertAlign w:val="superscript"/>
        </w:rPr>
        <w:t>(*)</w:t>
      </w:r>
      <w:r w:rsidRPr="00416AE4">
        <w:rPr>
          <w:rFonts w:ascii="Arial" w:hAnsi="Arial" w:cs="Arial"/>
          <w:szCs w:val="22"/>
        </w:rPr>
        <w:t xml:space="preserve"> Kodeksu postępowania admin</w:t>
      </w:r>
      <w:r w:rsidR="00D9028C">
        <w:rPr>
          <w:rFonts w:ascii="Arial" w:hAnsi="Arial" w:cs="Arial"/>
          <w:szCs w:val="22"/>
        </w:rPr>
        <w:t xml:space="preserve">istracyjnego działając </w:t>
      </w:r>
      <w:r w:rsidR="00F562DE">
        <w:rPr>
          <w:rFonts w:ascii="Arial" w:hAnsi="Arial" w:cs="Arial"/>
          <w:szCs w:val="22"/>
        </w:rPr>
        <w:t xml:space="preserve">z </w:t>
      </w:r>
      <w:r w:rsidR="00A356F9" w:rsidRPr="00416AE4">
        <w:rPr>
          <w:rFonts w:ascii="Arial" w:hAnsi="Arial" w:cs="Arial"/>
          <w:szCs w:val="22"/>
        </w:rPr>
        <w:t>urzędu</w:t>
      </w:r>
      <w:r w:rsidRPr="00416AE4">
        <w:rPr>
          <w:rFonts w:ascii="Arial" w:hAnsi="Arial" w:cs="Arial"/>
          <w:szCs w:val="22"/>
        </w:rPr>
        <w:t>/na wniosek</w:t>
      </w:r>
      <w:r w:rsidRPr="00416AE4">
        <w:rPr>
          <w:rFonts w:ascii="Arial" w:hAnsi="Arial" w:cs="Arial"/>
          <w:szCs w:val="22"/>
          <w:vertAlign w:val="superscript"/>
        </w:rPr>
        <w:t>(*)</w:t>
      </w:r>
    </w:p>
    <w:p w14:paraId="47BB2C82" w14:textId="77777777"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b/>
          <w:szCs w:val="22"/>
        </w:rPr>
      </w:pPr>
    </w:p>
    <w:p w14:paraId="72A74FDD" w14:textId="77777777" w:rsidR="00A2574E" w:rsidRPr="00416AE4" w:rsidRDefault="004A785A" w:rsidP="00A356F9">
      <w:pPr>
        <w:pStyle w:val="Tekstpodstawowywcity2"/>
        <w:keepNext/>
        <w:ind w:firstLine="0"/>
        <w:jc w:val="center"/>
        <w:rPr>
          <w:rFonts w:ascii="Arial" w:hAnsi="Arial" w:cs="Arial"/>
          <w:b/>
          <w:spacing w:val="100"/>
          <w:szCs w:val="22"/>
        </w:rPr>
      </w:pPr>
      <w:r w:rsidRPr="00416AE4">
        <w:rPr>
          <w:rFonts w:ascii="Arial" w:hAnsi="Arial" w:cs="Arial"/>
          <w:b/>
          <w:spacing w:val="100"/>
          <w:szCs w:val="22"/>
        </w:rPr>
        <w:t>p</w:t>
      </w:r>
      <w:r w:rsidR="00A2574E" w:rsidRPr="00416AE4">
        <w:rPr>
          <w:rFonts w:ascii="Arial" w:hAnsi="Arial" w:cs="Arial"/>
          <w:b/>
          <w:spacing w:val="100"/>
          <w:szCs w:val="22"/>
        </w:rPr>
        <w:t>ostanawiam</w:t>
      </w:r>
    </w:p>
    <w:p w14:paraId="17AFCCEB" w14:textId="77777777" w:rsidR="00A356F9" w:rsidRPr="00416AE4" w:rsidRDefault="00A356F9" w:rsidP="00A356F9">
      <w:pPr>
        <w:pStyle w:val="Tekstpodstawowywcity2"/>
        <w:keepNext/>
        <w:ind w:firstLine="0"/>
        <w:jc w:val="center"/>
        <w:rPr>
          <w:rFonts w:ascii="Arial" w:hAnsi="Arial" w:cs="Arial"/>
          <w:b/>
          <w:spacing w:val="100"/>
          <w:szCs w:val="22"/>
        </w:rPr>
      </w:pPr>
    </w:p>
    <w:p w14:paraId="4E55221F" w14:textId="77777777" w:rsidR="00A2574E" w:rsidRPr="00A1295C" w:rsidRDefault="00A1295C" w:rsidP="00A356F9">
      <w:pPr>
        <w:pStyle w:val="Tekstpodstawowywcity2"/>
        <w:keepNext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A1295C">
        <w:rPr>
          <w:rFonts w:ascii="Arial" w:hAnsi="Arial" w:cs="Arial"/>
          <w:b/>
          <w:sz w:val="24"/>
          <w:szCs w:val="24"/>
        </w:rPr>
        <w:t>uzupełnić/sprostować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043C5C" w:rsidRPr="00A1295C">
        <w:rPr>
          <w:rFonts w:ascii="Arial" w:hAnsi="Arial" w:cs="Arial"/>
          <w:snapToGrid w:val="0"/>
          <w:sz w:val="24"/>
          <w:szCs w:val="24"/>
          <w:vertAlign w:val="superscript"/>
        </w:rPr>
        <w:t>(*)</w:t>
      </w:r>
      <w:r>
        <w:rPr>
          <w:rFonts w:ascii="Arial" w:hAnsi="Arial" w:cs="Arial"/>
          <w:b/>
          <w:sz w:val="24"/>
          <w:szCs w:val="24"/>
        </w:rPr>
        <w:t>decyzję</w:t>
      </w:r>
      <w:r w:rsidR="00043C5C">
        <w:rPr>
          <w:rFonts w:ascii="Arial" w:hAnsi="Arial" w:cs="Arial"/>
          <w:b/>
          <w:sz w:val="24"/>
          <w:szCs w:val="24"/>
        </w:rPr>
        <w:t>/postanowienie</w:t>
      </w:r>
      <w:r w:rsidR="00A2574E" w:rsidRPr="00A1295C">
        <w:rPr>
          <w:rFonts w:ascii="Arial" w:hAnsi="Arial" w:cs="Arial"/>
          <w:snapToGrid w:val="0"/>
          <w:sz w:val="24"/>
          <w:szCs w:val="24"/>
          <w:vertAlign w:val="superscript"/>
        </w:rPr>
        <w:t>(*)</w:t>
      </w:r>
      <w:r w:rsidR="00A2574E" w:rsidRPr="00A1295C">
        <w:rPr>
          <w:rFonts w:ascii="Arial" w:hAnsi="Arial" w:cs="Arial"/>
          <w:b/>
          <w:sz w:val="24"/>
          <w:szCs w:val="24"/>
        </w:rPr>
        <w:t>:</w:t>
      </w:r>
    </w:p>
    <w:p w14:paraId="330AD56E" w14:textId="77777777" w:rsidR="00A2574E" w:rsidRPr="00A1295C" w:rsidRDefault="00A2574E" w:rsidP="00A356F9">
      <w:pPr>
        <w:pStyle w:val="Tekstpodstawowywcity2"/>
        <w:keepNext/>
        <w:ind w:firstLine="0"/>
        <w:rPr>
          <w:rFonts w:ascii="Arial" w:hAnsi="Arial" w:cs="Arial"/>
          <w:sz w:val="24"/>
          <w:szCs w:val="24"/>
        </w:rPr>
      </w:pPr>
    </w:p>
    <w:p w14:paraId="41AAB274" w14:textId="77777777"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…………………………………………….………………………………………….…………………………</w:t>
      </w:r>
    </w:p>
    <w:p w14:paraId="4C8CEFA5" w14:textId="77777777" w:rsidR="00A2574E" w:rsidRPr="00416AE4" w:rsidRDefault="00A356F9" w:rsidP="00A356F9">
      <w:pPr>
        <w:pStyle w:val="Tekstpodstawowywcity2"/>
        <w:keepNext/>
        <w:ind w:firstLine="0"/>
        <w:jc w:val="center"/>
        <w:rPr>
          <w:rFonts w:ascii="Arial" w:hAnsi="Arial" w:cs="Arial"/>
          <w:i/>
          <w:sz w:val="16"/>
          <w:szCs w:val="16"/>
        </w:rPr>
      </w:pPr>
      <w:r w:rsidRPr="00416AE4">
        <w:rPr>
          <w:rFonts w:ascii="Arial" w:hAnsi="Arial" w:cs="Arial"/>
          <w:i/>
          <w:sz w:val="16"/>
          <w:szCs w:val="16"/>
        </w:rPr>
        <w:t>(oznaczenie decyzji/</w:t>
      </w:r>
      <w:r w:rsidR="00A2574E" w:rsidRPr="00416AE4">
        <w:rPr>
          <w:rFonts w:ascii="Arial" w:hAnsi="Arial" w:cs="Arial"/>
          <w:i/>
          <w:sz w:val="16"/>
          <w:szCs w:val="16"/>
        </w:rPr>
        <w:t>postanowienia</w:t>
      </w:r>
      <w:r w:rsidR="00A2574E" w:rsidRPr="00416AE4">
        <w:rPr>
          <w:rFonts w:ascii="Arial" w:hAnsi="Arial" w:cs="Arial"/>
          <w:sz w:val="16"/>
          <w:szCs w:val="16"/>
          <w:vertAlign w:val="superscript"/>
        </w:rPr>
        <w:t>(*)</w:t>
      </w:r>
      <w:r w:rsidR="00A2574E" w:rsidRPr="00416AE4">
        <w:rPr>
          <w:rFonts w:ascii="Arial" w:hAnsi="Arial" w:cs="Arial"/>
          <w:i/>
          <w:sz w:val="16"/>
          <w:szCs w:val="16"/>
        </w:rPr>
        <w:t>)</w:t>
      </w:r>
    </w:p>
    <w:p w14:paraId="55D26F2C" w14:textId="77777777"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b/>
          <w:szCs w:val="22"/>
        </w:rPr>
      </w:pPr>
      <w:r w:rsidRPr="00416AE4">
        <w:rPr>
          <w:rFonts w:ascii="Arial" w:hAnsi="Arial" w:cs="Arial"/>
          <w:b/>
          <w:szCs w:val="22"/>
        </w:rPr>
        <w:t>w ten sposób, że:</w:t>
      </w:r>
    </w:p>
    <w:p w14:paraId="04FFC9D9" w14:textId="77777777" w:rsidR="00A356F9" w:rsidRPr="00416AE4" w:rsidRDefault="00A356F9" w:rsidP="00A356F9">
      <w:pPr>
        <w:keepNext/>
        <w:suppressAutoHyphens/>
        <w:rPr>
          <w:rFonts w:ascii="Arial" w:hAnsi="Arial" w:cs="Arial"/>
          <w:snapToGrid w:val="0"/>
          <w:szCs w:val="22"/>
        </w:rPr>
      </w:pPr>
      <w:r w:rsidRPr="00416AE4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3EF3BA8" w14:textId="77777777" w:rsidR="00AF6FE0" w:rsidRPr="00416AE4" w:rsidRDefault="00AF6FE0" w:rsidP="00A356F9">
      <w:pPr>
        <w:keepNext/>
        <w:jc w:val="center"/>
        <w:rPr>
          <w:rFonts w:ascii="Arial" w:hAnsi="Arial" w:cs="Arial"/>
          <w:kern w:val="22"/>
          <w:szCs w:val="22"/>
        </w:rPr>
      </w:pPr>
    </w:p>
    <w:p w14:paraId="6BD09437" w14:textId="77777777" w:rsidR="00A356F9" w:rsidRPr="00416AE4" w:rsidRDefault="00A356F9" w:rsidP="00A356F9">
      <w:pPr>
        <w:keepNext/>
        <w:jc w:val="center"/>
        <w:rPr>
          <w:rFonts w:ascii="Arial" w:hAnsi="Arial" w:cs="Arial"/>
          <w:kern w:val="22"/>
          <w:szCs w:val="22"/>
        </w:rPr>
      </w:pPr>
      <w:r w:rsidRPr="00416AE4">
        <w:rPr>
          <w:rFonts w:ascii="Arial" w:hAnsi="Arial" w:cs="Arial"/>
          <w:kern w:val="22"/>
          <w:szCs w:val="22"/>
        </w:rPr>
        <w:t>Uzasadnienie:</w:t>
      </w:r>
    </w:p>
    <w:p w14:paraId="3BD2E94F" w14:textId="77777777" w:rsidR="00A356F9" w:rsidRPr="00416AE4" w:rsidRDefault="00A356F9" w:rsidP="00A356F9">
      <w:pPr>
        <w:keepNext/>
        <w:suppressAutoHyphens/>
        <w:rPr>
          <w:rFonts w:ascii="Arial" w:hAnsi="Arial" w:cs="Arial"/>
          <w:snapToGrid w:val="0"/>
          <w:szCs w:val="22"/>
        </w:rPr>
      </w:pPr>
      <w:r w:rsidRPr="00416AE4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54D41C2" w14:textId="77777777" w:rsidR="00A356F9" w:rsidRPr="00416AE4" w:rsidRDefault="00A356F9" w:rsidP="00A356F9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14:paraId="1FE082F3" w14:textId="77777777" w:rsidR="00A356F9" w:rsidRPr="00416AE4" w:rsidRDefault="00A356F9" w:rsidP="00A356F9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14:paraId="030C6518" w14:textId="77777777" w:rsidR="00A356F9" w:rsidRPr="00E027FA" w:rsidRDefault="00A2574E" w:rsidP="00E027FA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  <w:r w:rsidRPr="00416AE4">
        <w:rPr>
          <w:rFonts w:ascii="Arial" w:hAnsi="Arial" w:cs="Arial"/>
          <w:b/>
          <w:szCs w:val="22"/>
        </w:rPr>
        <w:t>Pouczenie:</w:t>
      </w:r>
    </w:p>
    <w:p w14:paraId="0D8F01C5" w14:textId="77777777" w:rsidR="007F64ED" w:rsidRDefault="007F64ED" w:rsidP="00F562DE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424390F3" w14:textId="77777777" w:rsidR="007F64ED" w:rsidRPr="007F64ED" w:rsidRDefault="007F64ED" w:rsidP="007F64ED">
      <w:pPr>
        <w:jc w:val="both"/>
        <w:rPr>
          <w:rFonts w:ascii="Arial" w:hAnsi="Arial" w:cs="Arial"/>
          <w:szCs w:val="22"/>
        </w:rPr>
      </w:pPr>
      <w:r w:rsidRPr="007F64ED">
        <w:rPr>
          <w:rFonts w:ascii="Arial" w:hAnsi="Arial" w:cs="Arial"/>
          <w:szCs w:val="22"/>
        </w:rPr>
        <w:t>Zgodnie z art. 111 §  2 Kodeksu postępowania administracyjnego w związku z wydaniem niniejszego postanowienia, termin dla strony do wniesienia odwołania, powództwa lub skargi biegnie od dnia jego doręczenia lub ogłoszenia.</w:t>
      </w:r>
    </w:p>
    <w:p w14:paraId="351C9577" w14:textId="77777777" w:rsidR="007F64ED" w:rsidRPr="007F64ED" w:rsidRDefault="007F64ED" w:rsidP="007F64ED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249ED23F" w14:textId="77777777" w:rsidR="00A2574E" w:rsidRPr="00416AE4" w:rsidRDefault="00A2574E" w:rsidP="00571B57">
      <w:pPr>
        <w:pStyle w:val="Pismo1"/>
        <w:keepNext/>
        <w:keepLines/>
        <w:widowControl/>
        <w:suppressAutoHyphens/>
        <w:spacing w:after="0"/>
        <w:ind w:left="0"/>
        <w:rPr>
          <w:rFonts w:ascii="Arial" w:hAnsi="Arial" w:cs="Arial"/>
          <w:szCs w:val="22"/>
        </w:rPr>
      </w:pPr>
    </w:p>
    <w:p w14:paraId="7BF47075" w14:textId="77777777" w:rsidR="00A356F9" w:rsidRPr="00416AE4" w:rsidRDefault="00A356F9" w:rsidP="00571B57">
      <w:pPr>
        <w:keepNext/>
        <w:keepLines/>
        <w:ind w:left="5954"/>
        <w:jc w:val="both"/>
        <w:rPr>
          <w:rFonts w:ascii="Arial" w:hAnsi="Arial" w:cs="Arial"/>
          <w:szCs w:val="22"/>
        </w:rPr>
      </w:pPr>
    </w:p>
    <w:p w14:paraId="6B8B33D5" w14:textId="77777777" w:rsidR="00A356F9" w:rsidRPr="00416AE4" w:rsidRDefault="00A356F9" w:rsidP="00571B57">
      <w:pPr>
        <w:keepNext/>
        <w:keepLines/>
        <w:ind w:left="5954"/>
        <w:jc w:val="both"/>
        <w:rPr>
          <w:rFonts w:ascii="Arial" w:hAnsi="Arial" w:cs="Arial"/>
          <w:szCs w:val="22"/>
        </w:rPr>
      </w:pPr>
    </w:p>
    <w:p w14:paraId="565071FB" w14:textId="77777777" w:rsidR="00A356F9" w:rsidRPr="00416AE4" w:rsidRDefault="00A356F9" w:rsidP="00571B57">
      <w:pPr>
        <w:keepNext/>
        <w:keepLines/>
        <w:ind w:left="5954"/>
        <w:jc w:val="both"/>
        <w:rPr>
          <w:rFonts w:ascii="Arial" w:hAnsi="Arial" w:cs="Arial"/>
          <w:szCs w:val="22"/>
        </w:rPr>
      </w:pPr>
    </w:p>
    <w:p w14:paraId="673190E9" w14:textId="77777777" w:rsidR="00A356F9" w:rsidRPr="00416AE4" w:rsidRDefault="00A356F9" w:rsidP="00571B57">
      <w:pPr>
        <w:keepNext/>
        <w:keepLines/>
        <w:ind w:left="5529"/>
        <w:jc w:val="center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…............................................................</w:t>
      </w:r>
    </w:p>
    <w:p w14:paraId="1FF6C8C8" w14:textId="6EDE214A" w:rsidR="00A356F9" w:rsidRDefault="00B41C90" w:rsidP="00F0078A">
      <w:pPr>
        <w:keepNext/>
        <w:keepLines/>
        <w:ind w:left="552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(podpis i pieczęć </w:t>
      </w:r>
      <w:r w:rsidR="00A356F9" w:rsidRPr="00416AE4">
        <w:rPr>
          <w:rFonts w:ascii="Arial" w:hAnsi="Arial" w:cs="Arial"/>
          <w:i/>
          <w:sz w:val="16"/>
          <w:szCs w:val="16"/>
        </w:rPr>
        <w:t>inspektora pracy)</w:t>
      </w:r>
    </w:p>
    <w:p w14:paraId="2DA69CD8" w14:textId="77777777" w:rsidR="00F0078A" w:rsidRPr="00416AE4" w:rsidRDefault="00F0078A" w:rsidP="00F0078A">
      <w:pPr>
        <w:keepNext/>
        <w:keepLines/>
        <w:ind w:left="5529"/>
        <w:jc w:val="center"/>
        <w:rPr>
          <w:rFonts w:ascii="Arial" w:hAnsi="Arial" w:cs="Arial"/>
          <w:i/>
          <w:sz w:val="16"/>
          <w:szCs w:val="16"/>
        </w:rPr>
      </w:pPr>
    </w:p>
    <w:p w14:paraId="598162AB" w14:textId="77777777" w:rsidR="00A356F9" w:rsidRPr="00416AE4" w:rsidRDefault="00A356F9" w:rsidP="00571B57">
      <w:pPr>
        <w:keepNext/>
        <w:keepLines/>
        <w:ind w:left="5529"/>
        <w:jc w:val="center"/>
        <w:rPr>
          <w:rFonts w:ascii="Arial" w:hAnsi="Arial" w:cs="Arial"/>
          <w:i/>
          <w:sz w:val="16"/>
          <w:szCs w:val="16"/>
        </w:rPr>
      </w:pPr>
    </w:p>
    <w:p w14:paraId="53B314EF" w14:textId="77777777" w:rsidR="00A356F9" w:rsidRDefault="00A356F9" w:rsidP="00571B57">
      <w:pPr>
        <w:pStyle w:val="Tekstpodstawowy"/>
        <w:keepNext/>
        <w:keepLines/>
        <w:rPr>
          <w:rFonts w:ascii="Arial" w:hAnsi="Arial" w:cs="Arial"/>
          <w:sz w:val="16"/>
          <w:szCs w:val="16"/>
        </w:rPr>
      </w:pPr>
      <w:r w:rsidRPr="00416AE4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416AE4">
        <w:rPr>
          <w:rFonts w:ascii="Arial" w:hAnsi="Arial" w:cs="Arial"/>
          <w:sz w:val="16"/>
          <w:szCs w:val="16"/>
        </w:rPr>
        <w:t>- niepotrzebne skreślić</w:t>
      </w:r>
    </w:p>
    <w:p w14:paraId="151BB2C2" w14:textId="77777777" w:rsidR="0003446B" w:rsidRPr="0003446B" w:rsidRDefault="0003446B" w:rsidP="0003446B"/>
    <w:p w14:paraId="030C0F8E" w14:textId="77777777" w:rsidR="0003446B" w:rsidRPr="0003446B" w:rsidRDefault="0003446B" w:rsidP="0003446B"/>
    <w:p w14:paraId="52AA597A" w14:textId="77777777" w:rsidR="0003446B" w:rsidRPr="0003446B" w:rsidRDefault="0003446B" w:rsidP="0003446B"/>
    <w:p w14:paraId="28C33BF8" w14:textId="77777777" w:rsidR="0003446B" w:rsidRPr="0003446B" w:rsidRDefault="0003446B" w:rsidP="0003446B"/>
    <w:p w14:paraId="11F0C923" w14:textId="77777777" w:rsidR="0003446B" w:rsidRPr="0003446B" w:rsidRDefault="0003446B" w:rsidP="0003446B"/>
    <w:p w14:paraId="6D17578A" w14:textId="77777777" w:rsidR="0003446B" w:rsidRPr="0003446B" w:rsidRDefault="0003446B" w:rsidP="0003446B">
      <w:pPr>
        <w:ind w:firstLine="708"/>
      </w:pPr>
    </w:p>
    <w:sectPr w:rsidR="0003446B" w:rsidRPr="000344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37D89" w14:textId="77777777" w:rsidR="000A24A5" w:rsidRDefault="000A24A5">
      <w:r>
        <w:separator/>
      </w:r>
    </w:p>
  </w:endnote>
  <w:endnote w:type="continuationSeparator" w:id="0">
    <w:p w14:paraId="2B958296" w14:textId="77777777" w:rsidR="000A24A5" w:rsidRDefault="000A2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765D8" w14:textId="77777777" w:rsidR="00A2574E" w:rsidRDefault="00A257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CFAEBB4" w14:textId="77777777" w:rsidR="00A2574E" w:rsidRDefault="00A2574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34B66" w14:textId="4CF76233" w:rsidR="00A2574E" w:rsidRPr="00416AE4" w:rsidRDefault="00A2574E">
    <w:pPr>
      <w:pStyle w:val="Stopka"/>
      <w:ind w:right="360"/>
      <w:rPr>
        <w:i/>
        <w:sz w:val="16"/>
        <w:szCs w:val="16"/>
      </w:rPr>
    </w:pPr>
    <w:r w:rsidRPr="00416AE4">
      <w:rPr>
        <w:rFonts w:ascii="Arial" w:hAnsi="Arial"/>
        <w:i/>
        <w:sz w:val="16"/>
        <w:szCs w:val="16"/>
      </w:rPr>
      <w:t>03.1</w:t>
    </w:r>
    <w:r w:rsidR="00ED654A" w:rsidRPr="00416AE4">
      <w:rPr>
        <w:rFonts w:ascii="Arial" w:hAnsi="Arial"/>
        <w:i/>
        <w:sz w:val="16"/>
        <w:szCs w:val="16"/>
      </w:rPr>
      <w:t>4</w:t>
    </w:r>
    <w:r w:rsidRPr="00416AE4">
      <w:rPr>
        <w:rFonts w:ascii="Arial" w:hAnsi="Arial"/>
        <w:i/>
        <w:sz w:val="16"/>
        <w:szCs w:val="16"/>
      </w:rPr>
      <w:t xml:space="preserve"> </w:t>
    </w:r>
    <w:r w:rsidR="000B236C">
      <w:rPr>
        <w:rFonts w:ascii="Arial" w:hAnsi="Arial"/>
        <w:i/>
        <w:sz w:val="16"/>
        <w:szCs w:val="16"/>
      </w:rPr>
      <w:t>–</w:t>
    </w:r>
    <w:r w:rsidRPr="00416AE4">
      <w:rPr>
        <w:rFonts w:ascii="Arial" w:hAnsi="Arial"/>
        <w:i/>
        <w:sz w:val="16"/>
        <w:szCs w:val="16"/>
      </w:rPr>
      <w:t xml:space="preserve"> Postanowienie </w:t>
    </w:r>
    <w:r w:rsidRPr="000E05CE">
      <w:rPr>
        <w:rFonts w:ascii="Arial" w:hAnsi="Arial"/>
        <w:i/>
        <w:sz w:val="16"/>
        <w:szCs w:val="16"/>
      </w:rPr>
      <w:t xml:space="preserve">inspektora pracy w sprawie </w:t>
    </w:r>
    <w:r w:rsidR="009B545B" w:rsidRPr="000E05CE">
      <w:rPr>
        <w:rFonts w:ascii="Arial" w:hAnsi="Arial"/>
        <w:i/>
        <w:sz w:val="16"/>
        <w:szCs w:val="16"/>
      </w:rPr>
      <w:t>uzupełnienia/sprostowania decyzji/postanowienia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861C4" w14:textId="77777777" w:rsidR="000E05CE" w:rsidRDefault="000E05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6F45C" w14:textId="77777777" w:rsidR="000A24A5" w:rsidRDefault="000A24A5">
      <w:r>
        <w:separator/>
      </w:r>
    </w:p>
  </w:footnote>
  <w:footnote w:type="continuationSeparator" w:id="0">
    <w:p w14:paraId="06E6E20B" w14:textId="77777777" w:rsidR="000A24A5" w:rsidRDefault="000A2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90930" w14:textId="77777777" w:rsidR="000E05CE" w:rsidRDefault="000E05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DCEEB" w14:textId="77777777" w:rsidR="000E05CE" w:rsidRDefault="000E05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351E4" w14:textId="77777777" w:rsidR="000E05CE" w:rsidRDefault="000E05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710179110">
    <w:abstractNumId w:val="7"/>
  </w:num>
  <w:num w:numId="2" w16cid:durableId="865755505">
    <w:abstractNumId w:val="7"/>
  </w:num>
  <w:num w:numId="3" w16cid:durableId="1413619903">
    <w:abstractNumId w:val="7"/>
  </w:num>
  <w:num w:numId="4" w16cid:durableId="836190839">
    <w:abstractNumId w:val="2"/>
  </w:num>
  <w:num w:numId="5" w16cid:durableId="1199201374">
    <w:abstractNumId w:val="2"/>
  </w:num>
  <w:num w:numId="6" w16cid:durableId="134034024">
    <w:abstractNumId w:val="2"/>
  </w:num>
  <w:num w:numId="7" w16cid:durableId="177698720">
    <w:abstractNumId w:val="2"/>
  </w:num>
  <w:num w:numId="8" w16cid:durableId="986203915">
    <w:abstractNumId w:val="2"/>
  </w:num>
  <w:num w:numId="9" w16cid:durableId="873806632">
    <w:abstractNumId w:val="2"/>
  </w:num>
  <w:num w:numId="10" w16cid:durableId="274941430">
    <w:abstractNumId w:val="4"/>
  </w:num>
  <w:num w:numId="11" w16cid:durableId="534122610">
    <w:abstractNumId w:val="4"/>
  </w:num>
  <w:num w:numId="12" w16cid:durableId="203757932">
    <w:abstractNumId w:val="4"/>
  </w:num>
  <w:num w:numId="13" w16cid:durableId="225916794">
    <w:abstractNumId w:val="4"/>
  </w:num>
  <w:num w:numId="14" w16cid:durableId="1402097906">
    <w:abstractNumId w:val="6"/>
  </w:num>
  <w:num w:numId="15" w16cid:durableId="633951327">
    <w:abstractNumId w:val="8"/>
  </w:num>
  <w:num w:numId="16" w16cid:durableId="21710345">
    <w:abstractNumId w:val="8"/>
  </w:num>
  <w:num w:numId="17" w16cid:durableId="1360933555">
    <w:abstractNumId w:val="8"/>
  </w:num>
  <w:num w:numId="18" w16cid:durableId="556405137">
    <w:abstractNumId w:val="8"/>
  </w:num>
  <w:num w:numId="19" w16cid:durableId="2138639538">
    <w:abstractNumId w:val="8"/>
  </w:num>
  <w:num w:numId="20" w16cid:durableId="429815495">
    <w:abstractNumId w:val="8"/>
  </w:num>
  <w:num w:numId="21" w16cid:durableId="1307512834">
    <w:abstractNumId w:val="8"/>
  </w:num>
  <w:num w:numId="22" w16cid:durableId="105925042">
    <w:abstractNumId w:val="8"/>
  </w:num>
  <w:num w:numId="23" w16cid:durableId="281377412">
    <w:abstractNumId w:val="8"/>
  </w:num>
  <w:num w:numId="24" w16cid:durableId="277638395">
    <w:abstractNumId w:val="3"/>
  </w:num>
  <w:num w:numId="25" w16cid:durableId="80571106">
    <w:abstractNumId w:val="3"/>
  </w:num>
  <w:num w:numId="26" w16cid:durableId="199323022">
    <w:abstractNumId w:val="3"/>
  </w:num>
  <w:num w:numId="27" w16cid:durableId="1543320614">
    <w:abstractNumId w:val="8"/>
  </w:num>
  <w:num w:numId="28" w16cid:durableId="304824612">
    <w:abstractNumId w:val="8"/>
  </w:num>
  <w:num w:numId="29" w16cid:durableId="466361279">
    <w:abstractNumId w:val="8"/>
  </w:num>
  <w:num w:numId="30" w16cid:durableId="2016036802">
    <w:abstractNumId w:val="3"/>
  </w:num>
  <w:num w:numId="31" w16cid:durableId="249198111">
    <w:abstractNumId w:val="8"/>
  </w:num>
  <w:num w:numId="32" w16cid:durableId="782043615">
    <w:abstractNumId w:val="8"/>
  </w:num>
  <w:num w:numId="33" w16cid:durableId="435978127">
    <w:abstractNumId w:val="8"/>
  </w:num>
  <w:num w:numId="34" w16cid:durableId="1860583994">
    <w:abstractNumId w:val="8"/>
  </w:num>
  <w:num w:numId="35" w16cid:durableId="831141095">
    <w:abstractNumId w:val="3"/>
  </w:num>
  <w:num w:numId="36" w16cid:durableId="676467966">
    <w:abstractNumId w:val="3"/>
  </w:num>
  <w:num w:numId="37" w16cid:durableId="1201624459">
    <w:abstractNumId w:val="1"/>
  </w:num>
  <w:num w:numId="38" w16cid:durableId="1389842859">
    <w:abstractNumId w:val="1"/>
  </w:num>
  <w:num w:numId="39" w16cid:durableId="617761093">
    <w:abstractNumId w:val="5"/>
  </w:num>
  <w:num w:numId="40" w16cid:durableId="508909773">
    <w:abstractNumId w:val="2"/>
  </w:num>
  <w:num w:numId="41" w16cid:durableId="215240464">
    <w:abstractNumId w:val="5"/>
  </w:num>
  <w:num w:numId="42" w16cid:durableId="1752508215">
    <w:abstractNumId w:val="5"/>
  </w:num>
  <w:num w:numId="43" w16cid:durableId="195776835">
    <w:abstractNumId w:val="5"/>
  </w:num>
  <w:num w:numId="44" w16cid:durableId="2023238878">
    <w:abstractNumId w:val="1"/>
  </w:num>
  <w:num w:numId="45" w16cid:durableId="1463571780">
    <w:abstractNumId w:val="0"/>
  </w:num>
  <w:num w:numId="46" w16cid:durableId="1552837956">
    <w:abstractNumId w:val="0"/>
  </w:num>
  <w:num w:numId="47" w16cid:durableId="1990867323">
    <w:abstractNumId w:val="0"/>
  </w:num>
  <w:num w:numId="48" w16cid:durableId="1049458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C6C25"/>
    <w:rsid w:val="00011FD7"/>
    <w:rsid w:val="0003446B"/>
    <w:rsid w:val="00043C5C"/>
    <w:rsid w:val="000A24A5"/>
    <w:rsid w:val="000B236C"/>
    <w:rsid w:val="000C2CE9"/>
    <w:rsid w:val="000D6D6D"/>
    <w:rsid w:val="000E05CE"/>
    <w:rsid w:val="0014744A"/>
    <w:rsid w:val="0019436B"/>
    <w:rsid w:val="001A511C"/>
    <w:rsid w:val="001C6C25"/>
    <w:rsid w:val="001F3A48"/>
    <w:rsid w:val="001F7ED0"/>
    <w:rsid w:val="00207963"/>
    <w:rsid w:val="00253E10"/>
    <w:rsid w:val="0026014B"/>
    <w:rsid w:val="0031249C"/>
    <w:rsid w:val="00416AE4"/>
    <w:rsid w:val="004A785A"/>
    <w:rsid w:val="004D6B64"/>
    <w:rsid w:val="0055522B"/>
    <w:rsid w:val="00571B57"/>
    <w:rsid w:val="00575818"/>
    <w:rsid w:val="00580A5B"/>
    <w:rsid w:val="005B1B46"/>
    <w:rsid w:val="005C3CD9"/>
    <w:rsid w:val="005E5DA4"/>
    <w:rsid w:val="00604E73"/>
    <w:rsid w:val="0064290B"/>
    <w:rsid w:val="00644C11"/>
    <w:rsid w:val="00663B9F"/>
    <w:rsid w:val="006A0B64"/>
    <w:rsid w:val="006C41F4"/>
    <w:rsid w:val="00722782"/>
    <w:rsid w:val="007A7DE7"/>
    <w:rsid w:val="007C793E"/>
    <w:rsid w:val="007F64ED"/>
    <w:rsid w:val="0084502D"/>
    <w:rsid w:val="008745FD"/>
    <w:rsid w:val="00875BE7"/>
    <w:rsid w:val="00887690"/>
    <w:rsid w:val="008B02F7"/>
    <w:rsid w:val="00921816"/>
    <w:rsid w:val="0092426B"/>
    <w:rsid w:val="00952121"/>
    <w:rsid w:val="009B545B"/>
    <w:rsid w:val="00A1295C"/>
    <w:rsid w:val="00A16B67"/>
    <w:rsid w:val="00A2574E"/>
    <w:rsid w:val="00A33928"/>
    <w:rsid w:val="00A356F9"/>
    <w:rsid w:val="00A8020E"/>
    <w:rsid w:val="00AB0720"/>
    <w:rsid w:val="00AC73E0"/>
    <w:rsid w:val="00AF6FE0"/>
    <w:rsid w:val="00B41C90"/>
    <w:rsid w:val="00C05A4B"/>
    <w:rsid w:val="00C45194"/>
    <w:rsid w:val="00C53178"/>
    <w:rsid w:val="00CB2AAB"/>
    <w:rsid w:val="00CF5C54"/>
    <w:rsid w:val="00D208EC"/>
    <w:rsid w:val="00D9028C"/>
    <w:rsid w:val="00DC0BE6"/>
    <w:rsid w:val="00E027FA"/>
    <w:rsid w:val="00E274C1"/>
    <w:rsid w:val="00E5618B"/>
    <w:rsid w:val="00EC0AE7"/>
    <w:rsid w:val="00ED654A"/>
    <w:rsid w:val="00EF58B3"/>
    <w:rsid w:val="00F0078A"/>
    <w:rsid w:val="00F04085"/>
    <w:rsid w:val="00F41878"/>
    <w:rsid w:val="00F55A51"/>
    <w:rsid w:val="00F562DE"/>
    <w:rsid w:val="00FB302D"/>
    <w:rsid w:val="00FE040E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87060E"/>
  <w15:docId w15:val="{32F4D525-5838-4051-932B-15923B85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customStyle="1" w:styleId="ZnakZnak">
    <w:name w:val="Znak Znak"/>
    <w:rPr>
      <w:rFonts w:ascii="Arial" w:hAnsi="Arial"/>
      <w:kern w:val="22"/>
      <w:sz w:val="22"/>
      <w:szCs w:val="22"/>
      <w:lang w:val="pl-PL" w:eastAsia="pl-PL" w:bidi="ar-SA"/>
    </w:rPr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kern w:val="24"/>
    </w:rPr>
  </w:style>
  <w:style w:type="paragraph" w:styleId="Tekstpodstawowywcity2">
    <w:name w:val="Body Text Indent 2"/>
    <w:basedOn w:val="Normalny"/>
    <w:semiHidden/>
    <w:pPr>
      <w:ind w:hanging="142"/>
      <w:jc w:val="both"/>
    </w:pPr>
    <w:rPr>
      <w:rFonts w:ascii="Times New Roman" w:hAnsi="Times New Roman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rPr>
      <w:rFonts w:ascii="Arial" w:hAnsi="Arial"/>
      <w:b/>
      <w:kern w:val="28"/>
      <w:sz w:val="28"/>
      <w:szCs w:val="22"/>
      <w:lang w:val="pl-PL" w:eastAsia="pl-PL" w:bidi="ar-SA"/>
    </w:rPr>
  </w:style>
  <w:style w:type="character" w:customStyle="1" w:styleId="Pismo1Znak">
    <w:name w:val="Pismo_1 Znak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56F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A356F9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1249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31249C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3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6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2</TotalTime>
  <Pages>1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Sobiesław Jaroszek</dc:creator>
  <cp:keywords/>
  <cp:lastModifiedBy>Tomasz Pawłowski</cp:lastModifiedBy>
  <cp:revision>7</cp:revision>
  <dcterms:created xsi:type="dcterms:W3CDTF">2023-02-28T11:07:00Z</dcterms:created>
  <dcterms:modified xsi:type="dcterms:W3CDTF">2023-07-25T13:26:00Z</dcterms:modified>
</cp:coreProperties>
</file>